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900" w:rsidRPr="005D6968" w:rsidRDefault="00920CAD" w:rsidP="00DA5580">
      <w:pPr>
        <w:pBdr>
          <w:bottom w:val="single" w:sz="12" w:space="1" w:color="auto"/>
        </w:pBdr>
        <w:jc w:val="both"/>
        <w:rPr>
          <w:rFonts w:ascii="Segoe UI" w:hAnsi="Segoe UI" w:cs="Segoe UI"/>
          <w:b/>
          <w:sz w:val="28"/>
          <w:szCs w:val="28"/>
        </w:rPr>
      </w:pPr>
      <w:r w:rsidRPr="005D6968">
        <w:rPr>
          <w:rFonts w:ascii="Segoe UI" w:hAnsi="Segoe UI" w:cs="Segoe U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5654040</wp:posOffset>
            </wp:positionH>
            <wp:positionV relativeFrom="paragraph">
              <wp:posOffset>-563880</wp:posOffset>
            </wp:positionV>
            <wp:extent cx="739140" cy="739140"/>
            <wp:effectExtent l="0" t="0" r="0" b="0"/>
            <wp:wrapNone/>
            <wp:docPr id="3" name="Picture 3" descr="Learn at your librar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arn at your library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580" w:rsidRPr="005D6968">
        <w:rPr>
          <w:rFonts w:ascii="Segoe UI" w:hAnsi="Segoe UI" w:cs="Segoe UI"/>
          <w:b/>
          <w:noProof/>
          <w:sz w:val="28"/>
          <w:szCs w:val="28"/>
        </w:rPr>
        <w:t xml:space="preserve">Design Document: </w:t>
      </w:r>
      <w:r w:rsidR="00862C63" w:rsidRPr="005D6968">
        <w:rPr>
          <w:rFonts w:ascii="Segoe UI" w:hAnsi="Segoe UI" w:cs="Segoe UI"/>
          <w:b/>
          <w:noProof/>
          <w:sz w:val="28"/>
          <w:szCs w:val="28"/>
        </w:rPr>
        <w:t>Class Title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DA5580">
      <w:pPr>
        <w:pStyle w:val="00Subhead"/>
        <w:shd w:val="clear" w:color="auto" w:fill="E2EFD9" w:themeFill="accent6" w:themeFillTint="33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B909AB" w:rsidRDefault="00B909AB" w:rsidP="002245BC">
      <w:pPr>
        <w:rPr>
          <w:rFonts w:ascii="Segoe UI" w:hAnsi="Segoe UI" w:cs="Segoe UI"/>
          <w:color w:val="000000"/>
          <w:sz w:val="22"/>
          <w:szCs w:val="22"/>
        </w:rPr>
      </w:pPr>
    </w:p>
    <w:p w:rsidR="00862C63" w:rsidRPr="00DA5580" w:rsidRDefault="00862C63" w:rsidP="002245BC">
      <w:pPr>
        <w:rPr>
          <w:rFonts w:ascii="Segoe UI" w:hAnsi="Segoe UI" w:cs="Segoe UI"/>
          <w:color w:val="000000"/>
          <w:sz w:val="22"/>
          <w:szCs w:val="22"/>
        </w:rPr>
      </w:pPr>
    </w:p>
    <w:p w:rsidR="0079736F" w:rsidRPr="00573EF5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DA5580">
      <w:pPr>
        <w:pBdr>
          <w:bottom w:val="single" w:sz="4" w:space="1" w:color="auto"/>
        </w:pBdr>
        <w:shd w:val="clear" w:color="auto" w:fill="E2EFD9" w:themeFill="accent6" w:themeFillTint="33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573EF5" w:rsidRDefault="005826B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Will be one of the following: Basics, Software &amp; Apps, Microsoft, or Job &amp; Career</w:t>
      </w:r>
      <w:r w:rsidR="0043500B" w:rsidRPr="00573EF5">
        <w:rPr>
          <w:rFonts w:ascii="Segoe UI" w:hAnsi="Segoe UI" w:cs="Segoe UI"/>
          <w:sz w:val="22"/>
          <w:szCs w:val="22"/>
        </w:rPr>
        <w:t xml:space="preserve"> </w:t>
      </w:r>
    </w:p>
    <w:p w:rsidR="00EC1A36" w:rsidRDefault="00EC1A36" w:rsidP="002245BC">
      <w:pPr>
        <w:pStyle w:val="00BodyText"/>
        <w:ind w:left="0"/>
        <w:rPr>
          <w:rFonts w:ascii="Segoe UI" w:hAnsi="Segoe UI" w:cs="Segoe UI"/>
        </w:rPr>
      </w:pPr>
    </w:p>
    <w:p w:rsidR="00862C63" w:rsidRPr="00573EF5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DA5580">
      <w:pPr>
        <w:pBdr>
          <w:bottom w:val="single" w:sz="4" w:space="1" w:color="auto"/>
        </w:pBdr>
        <w:shd w:val="clear" w:color="auto" w:fill="E2EFD9" w:themeFill="accent6" w:themeFillTint="33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3F3B7D" w:rsidP="002245BC">
      <w:pPr>
        <w:pStyle w:val="00BodyText"/>
        <w:ind w:left="0"/>
        <w:rPr>
          <w:rFonts w:ascii="Segoe UI" w:hAnsi="Segoe UI" w:cs="Segoe UI"/>
        </w:rPr>
      </w:pPr>
      <w:bookmarkStart w:id="0" w:name="_GoBack"/>
      <w:bookmarkEnd w:id="0"/>
    </w:p>
    <w:p w:rsidR="002673C2" w:rsidRDefault="002673C2" w:rsidP="002245BC">
      <w:pPr>
        <w:pStyle w:val="00BodyText"/>
        <w:ind w:left="0"/>
        <w:rPr>
          <w:rFonts w:ascii="Segoe UI" w:hAnsi="Segoe UI" w:cs="Segoe UI"/>
        </w:rPr>
      </w:pPr>
    </w:p>
    <w:p w:rsidR="00862C63" w:rsidRPr="00573EF5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DA5580">
      <w:pPr>
        <w:pBdr>
          <w:bottom w:val="single" w:sz="4" w:space="1" w:color="auto"/>
        </w:pBdr>
        <w:shd w:val="clear" w:color="auto" w:fill="E2EFD9" w:themeFill="accent6" w:themeFillTint="33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A149B4" w:rsidRDefault="005826B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 minutes</w:t>
      </w:r>
    </w:p>
    <w:p w:rsidR="00862C63" w:rsidRDefault="00862C63" w:rsidP="002245BC">
      <w:pPr>
        <w:rPr>
          <w:rFonts w:ascii="Segoe UI" w:hAnsi="Segoe UI" w:cs="Segoe UI"/>
          <w:sz w:val="22"/>
          <w:szCs w:val="22"/>
        </w:rPr>
      </w:pPr>
    </w:p>
    <w:p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DA5580">
      <w:pPr>
        <w:pBdr>
          <w:bottom w:val="single" w:sz="4" w:space="1" w:color="auto"/>
        </w:pBdr>
        <w:shd w:val="clear" w:color="auto" w:fill="E2EFD9" w:themeFill="accent6" w:themeFillTint="33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5826B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hands-on, Lecture/Demo, or other</w:t>
      </w:r>
    </w:p>
    <w:p w:rsidR="002673C2" w:rsidRDefault="002673C2" w:rsidP="002245BC">
      <w:pPr>
        <w:rPr>
          <w:rFonts w:ascii="Segoe UI" w:hAnsi="Segoe UI" w:cs="Segoe UI"/>
          <w:sz w:val="22"/>
          <w:szCs w:val="22"/>
        </w:rPr>
      </w:pPr>
    </w:p>
    <w:p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DA5580">
      <w:pPr>
        <w:pBdr>
          <w:bottom w:val="single" w:sz="4" w:space="1" w:color="auto"/>
        </w:pBdr>
        <w:shd w:val="clear" w:color="auto" w:fill="E2EFD9" w:themeFill="accent6" w:themeFillTint="33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DA5580">
      <w:pPr>
        <w:pStyle w:val="00Subhead"/>
        <w:shd w:val="clear" w:color="auto" w:fill="E2EFD9" w:themeFill="accent6" w:themeFillTint="33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F8414F" w:rsidRDefault="00F8414F" w:rsidP="002245BC">
      <w:pPr>
        <w:rPr>
          <w:rFonts w:ascii="Segoe UI" w:hAnsi="Segoe UI" w:cs="Segoe UI"/>
          <w:sz w:val="22"/>
          <w:szCs w:val="22"/>
        </w:rPr>
      </w:pPr>
    </w:p>
    <w:p w:rsidR="00862C63" w:rsidRDefault="00862C63" w:rsidP="002245BC">
      <w:pPr>
        <w:rPr>
          <w:rFonts w:ascii="Segoe UI" w:hAnsi="Segoe UI" w:cs="Segoe UI"/>
          <w:sz w:val="22"/>
          <w:szCs w:val="22"/>
        </w:rPr>
      </w:pPr>
    </w:p>
    <w:p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DA5580">
      <w:pPr>
        <w:pStyle w:val="00Subhead"/>
        <w:shd w:val="clear" w:color="auto" w:fill="E2EFD9" w:themeFill="accent6" w:themeFillTint="33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Default="00CA7DAB" w:rsidP="002245BC">
      <w:pPr>
        <w:rPr>
          <w:rFonts w:ascii="Segoe UI" w:hAnsi="Segoe UI" w:cs="Segoe UI"/>
          <w:sz w:val="22"/>
          <w:szCs w:val="22"/>
        </w:rPr>
      </w:pPr>
    </w:p>
    <w:p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:rsidR="00C567FA" w:rsidRPr="00573EF5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DA5580">
      <w:pPr>
        <w:pStyle w:val="00Subhead"/>
        <w:shd w:val="clear" w:color="auto" w:fill="E2EFD9" w:themeFill="accent6" w:themeFillTint="33"/>
        <w:ind w:left="0"/>
        <w:rPr>
          <w:rFonts w:ascii="Segoe UI" w:hAnsi="Segoe UI" w:cs="Segoe UI"/>
        </w:rPr>
      </w:pPr>
      <w:r w:rsidRPr="00DA5580">
        <w:rPr>
          <w:rFonts w:ascii="Segoe UI" w:hAnsi="Segoe UI" w:cs="Segoe UI"/>
          <w:shd w:val="clear" w:color="auto" w:fill="E2EFD9" w:themeFill="accent6" w:themeFillTint="33"/>
        </w:rPr>
        <w:t>Material Requirements</w:t>
      </w:r>
    </w:p>
    <w:p w:rsidR="00B41412" w:rsidRDefault="005826B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activity sheets (if applicable), handouts, participant </w:t>
      </w:r>
      <w:r w:rsidR="005D6968">
        <w:rPr>
          <w:rFonts w:ascii="Segoe UI" w:hAnsi="Segoe UI" w:cs="Segoe UI"/>
          <w:sz w:val="22"/>
          <w:szCs w:val="22"/>
        </w:rPr>
        <w:t>surveys, any other specifics….</w:t>
      </w:r>
    </w:p>
    <w:p w:rsidR="00862C63" w:rsidRPr="00573EF5" w:rsidRDefault="00862C63" w:rsidP="002245BC">
      <w:pPr>
        <w:rPr>
          <w:rFonts w:ascii="Segoe UI" w:hAnsi="Segoe UI" w:cs="Segoe UI"/>
        </w:rPr>
      </w:pPr>
    </w:p>
    <w:p w:rsidR="00EF5005" w:rsidRPr="00573EF5" w:rsidRDefault="00EF5005" w:rsidP="00DA5580">
      <w:pPr>
        <w:pBdr>
          <w:bottom w:val="single" w:sz="4" w:space="1" w:color="auto"/>
        </w:pBdr>
        <w:shd w:val="clear" w:color="auto" w:fill="E2EFD9" w:themeFill="accent6" w:themeFillTint="33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lastRenderedPageBreak/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2673C2" w:rsidRPr="005826BB" w:rsidRDefault="005826BB" w:rsidP="005826B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 w:rsidRPr="005826BB">
        <w:rPr>
          <w:rFonts w:ascii="Segoe UI" w:hAnsi="Segoe UI" w:cs="Segoe UI"/>
          <w:sz w:val="22"/>
          <w:szCs w:val="22"/>
        </w:rPr>
        <w:t>Be sure objectives use specific, measurable action words like Describe, Identify, Name, Complete, etc.)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DA5580">
      <w:pPr>
        <w:pBdr>
          <w:bottom w:val="single" w:sz="4" w:space="1" w:color="auto"/>
        </w:pBdr>
        <w:shd w:val="clear" w:color="auto" w:fill="E2EFD9" w:themeFill="accent6" w:themeFillTint="33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Pr="00573EF5" w:rsidRDefault="005826BB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Successful completion of class activities (Hands-on classes), </w:t>
      </w:r>
      <w:r w:rsidR="0043500B" w:rsidRPr="00573EF5">
        <w:rPr>
          <w:rFonts w:ascii="Segoe UI" w:hAnsi="Segoe UI" w:cs="Segoe UI"/>
        </w:rPr>
        <w:t>Question and answer</w:t>
      </w:r>
      <w:r>
        <w:rPr>
          <w:rFonts w:ascii="Segoe UI" w:hAnsi="Segoe UI" w:cs="Segoe UI"/>
        </w:rPr>
        <w:t xml:space="preserve"> (Lecture/Demo)</w:t>
      </w:r>
    </w:p>
    <w:p w:rsidR="002673C2" w:rsidRPr="00573EF5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2673C2" w:rsidRPr="00573EF5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2D2307" w:rsidRPr="00573EF5" w:rsidRDefault="002D2307" w:rsidP="002245BC">
      <w:pPr>
        <w:rPr>
          <w:rFonts w:ascii="Segoe UI" w:hAnsi="Segoe UI" w:cs="Segoe UI"/>
          <w:sz w:val="22"/>
          <w:szCs w:val="22"/>
        </w:rPr>
      </w:pPr>
    </w:p>
    <w:p w:rsidR="00657C85" w:rsidRPr="00573EF5" w:rsidRDefault="00400E5F" w:rsidP="00DA5580">
      <w:pPr>
        <w:pStyle w:val="00Subhead"/>
        <w:shd w:val="clear" w:color="auto" w:fill="E2EFD9" w:themeFill="accent6" w:themeFillTint="33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:rsidR="004F0DE8" w:rsidRPr="00573EF5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B97A3F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(3 </w:t>
      </w:r>
      <w:proofErr w:type="spellStart"/>
      <w:r w:rsidR="00B97A3F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mins</w:t>
      </w:r>
      <w:proofErr w:type="spellEnd"/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)</w:t>
      </w:r>
    </w:p>
    <w:p w:rsidR="004F0DE8" w:rsidRPr="00B97A3F" w:rsidRDefault="002673C2" w:rsidP="00B97A3F">
      <w:pPr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Insert agenda items</w:t>
      </w:r>
    </w:p>
    <w:p w:rsidR="002673C2" w:rsidRPr="00573EF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573EF5" w:rsidRDefault="00B97A3F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Talking Points, Topics, and Activities (85 </w:t>
      </w:r>
      <w:proofErr w:type="spellStart"/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mins</w:t>
      </w:r>
      <w:proofErr w:type="spellEnd"/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)</w:t>
      </w:r>
    </w:p>
    <w:p w:rsidR="004F0DE8" w:rsidRDefault="002673C2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Outline talking points and provide any specific examples you wish the trainer to use</w:t>
      </w:r>
      <w:r w:rsidR="00B97A3F">
        <w:rPr>
          <w:rFonts w:ascii="Segoe UI" w:eastAsia="MS Mincho" w:hAnsi="Segoe UI" w:cs="Segoe UI"/>
          <w:sz w:val="22"/>
          <w:szCs w:val="22"/>
          <w:lang w:eastAsia="ja-JP"/>
        </w:rPr>
        <w:t>. Start with the first Agenda Item then break down into specifics.</w:t>
      </w:r>
    </w:p>
    <w:p w:rsidR="00B97A3F" w:rsidRDefault="00B97A3F" w:rsidP="00B97A3F">
      <w:pPr>
        <w:numPr>
          <w:ilvl w:val="1"/>
          <w:numId w:val="3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Follow this format for bullet points (Left Indent 0.25)</w:t>
      </w:r>
    </w:p>
    <w:p w:rsidR="00B97A3F" w:rsidRDefault="00B97A3F" w:rsidP="00B97A3F">
      <w:pPr>
        <w:numPr>
          <w:ilvl w:val="2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0.50</w:t>
      </w:r>
    </w:p>
    <w:p w:rsidR="00B97A3F" w:rsidRDefault="00B97A3F" w:rsidP="00B97A3F">
      <w:pPr>
        <w:numPr>
          <w:ilvl w:val="3"/>
          <w:numId w:val="3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0.75</w:t>
      </w:r>
    </w:p>
    <w:p w:rsidR="00B97A3F" w:rsidRDefault="00B97A3F" w:rsidP="00B97A3F">
      <w:pPr>
        <w:numPr>
          <w:ilvl w:val="4"/>
          <w:numId w:val="32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1.0</w:t>
      </w:r>
    </w:p>
    <w:p w:rsidR="00C93836" w:rsidRPr="00B97A3F" w:rsidRDefault="00B97A3F" w:rsidP="00B97A3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97A3F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B97A3F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Pr="00B97A3F">
        <w:rPr>
          <w:rFonts w:ascii="Segoe UI" w:eastAsia="MS Mincho" w:hAnsi="Segoe UI" w:cs="Segoe UI"/>
          <w:b/>
          <w:sz w:val="22"/>
          <w:szCs w:val="22"/>
          <w:lang w:eastAsia="ja-JP"/>
        </w:rPr>
        <w:softHyphen/>
        <w:t>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B97A3F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(</w:t>
      </w:r>
      <w:r w:rsidR="005826BB">
        <w:rPr>
          <w:rFonts w:ascii="Segoe UI" w:eastAsia="MS Mincho" w:hAnsi="Segoe UI" w:cs="Segoe UI"/>
          <w:sz w:val="22"/>
          <w:szCs w:val="22"/>
          <w:lang w:eastAsia="ja-JP"/>
        </w:rPr>
        <w:t>I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nsert this after the </w:t>
      </w:r>
      <w:r w:rsidR="005826BB">
        <w:rPr>
          <w:rFonts w:ascii="Segoe UI" w:eastAsia="MS Mincho" w:hAnsi="Segoe UI" w:cs="Segoe UI"/>
          <w:sz w:val="22"/>
          <w:szCs w:val="22"/>
          <w:lang w:eastAsia="ja-JP"/>
        </w:rPr>
        <w:t>ap</w:t>
      </w:r>
      <w:r>
        <w:rPr>
          <w:rFonts w:ascii="Segoe UI" w:eastAsia="MS Mincho" w:hAnsi="Segoe UI" w:cs="Segoe UI"/>
          <w:sz w:val="22"/>
          <w:szCs w:val="22"/>
          <w:lang w:eastAsia="ja-JP"/>
        </w:rPr>
        <w:t>p</w:t>
      </w:r>
      <w:r w:rsidR="005826BB">
        <w:rPr>
          <w:rFonts w:ascii="Segoe UI" w:eastAsia="MS Mincho" w:hAnsi="Segoe UI" w:cs="Segoe UI"/>
          <w:sz w:val="22"/>
          <w:szCs w:val="22"/>
          <w:lang w:eastAsia="ja-JP"/>
        </w:rPr>
        <w:t>ropriate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sections </w:t>
      </w:r>
      <w:r w:rsidR="005826BB">
        <w:rPr>
          <w:rFonts w:ascii="Segoe UI" w:eastAsia="MS Mincho" w:hAnsi="Segoe UI" w:cs="Segoe UI"/>
          <w:sz w:val="22"/>
          <w:szCs w:val="22"/>
          <w:lang w:eastAsia="ja-JP"/>
        </w:rPr>
        <w:t>when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826BB">
        <w:rPr>
          <w:rFonts w:ascii="Segoe UI" w:eastAsia="MS Mincho" w:hAnsi="Segoe UI" w:cs="Segoe UI"/>
          <w:sz w:val="22"/>
          <w:szCs w:val="22"/>
          <w:lang w:eastAsia="ja-JP"/>
        </w:rPr>
        <w:t>necessary, then begin a new section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826BB">
        <w:rPr>
          <w:rFonts w:ascii="Segoe UI" w:eastAsia="MS Mincho" w:hAnsi="Segoe UI" w:cs="Segoe UI"/>
          <w:sz w:val="22"/>
          <w:szCs w:val="22"/>
          <w:lang w:eastAsia="ja-JP"/>
        </w:rPr>
        <w:t>following the formatting shown above)</w:t>
      </w:r>
    </w:p>
    <w:p w:rsidR="00B97A3F" w:rsidRPr="00573EF5" w:rsidRDefault="00B97A3F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573EF5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B97A3F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(2 </w:t>
      </w:r>
      <w:proofErr w:type="spellStart"/>
      <w:r w:rsidR="00B97A3F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mins</w:t>
      </w:r>
      <w:proofErr w:type="spellEnd"/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)</w:t>
      </w:r>
    </w:p>
    <w:p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6D7750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A3F" w:rsidRDefault="00B97A3F">
      <w:r>
        <w:separator/>
      </w:r>
    </w:p>
  </w:endnote>
  <w:endnote w:type="continuationSeparator" w:id="0">
    <w:p w:rsidR="00B97A3F" w:rsidRDefault="00B9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BB" w:rsidRPr="005826BB" w:rsidRDefault="005826BB">
    <w:pPr>
      <w:pStyle w:val="Footer"/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>Initials (Segoe UI 9)</w:t>
    </w:r>
    <w:r w:rsidRPr="005826BB">
      <w:rPr>
        <w:rFonts w:ascii="Segoe UI" w:hAnsi="Segoe UI" w:cs="Segoe UI"/>
        <w:sz w:val="18"/>
      </w:rPr>
      <w:ptab w:relativeTo="margin" w:alignment="center" w:leader="none"/>
    </w:r>
    <w:r w:rsidRPr="005826BB">
      <w:rPr>
        <w:rFonts w:ascii="Segoe UI" w:hAnsi="Segoe UI" w:cs="Segoe UI"/>
        <w:sz w:val="18"/>
      </w:rPr>
      <w:t>Gail Borden Public Library</w:t>
    </w:r>
    <w:r>
      <w:rPr>
        <w:rFonts w:ascii="Segoe UI" w:hAnsi="Segoe UI" w:cs="Segoe UI"/>
        <w:sz w:val="18"/>
      </w:rPr>
      <w:t xml:space="preserve"> </w:t>
    </w:r>
    <w:r w:rsidRPr="005826BB">
      <w:rPr>
        <w:rFonts w:ascii="Segoe UI" w:hAnsi="Segoe UI" w:cs="Segoe UI"/>
        <w:sz w:val="18"/>
      </w:rPr>
      <w:ptab w:relativeTo="margin" w:alignment="right" w:leader="none"/>
    </w:r>
    <w:r>
      <w:rPr>
        <w:rFonts w:ascii="Segoe UI" w:hAnsi="Segoe UI" w:cs="Segoe UI"/>
        <w:sz w:val="18"/>
      </w:rPr>
      <w:t>mm/</w:t>
    </w:r>
    <w:proofErr w:type="spellStart"/>
    <w:r>
      <w:rPr>
        <w:rFonts w:ascii="Segoe UI" w:hAnsi="Segoe UI" w:cs="Segoe UI"/>
        <w:sz w:val="18"/>
      </w:rPr>
      <w:t>yy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A3F" w:rsidRDefault="00B97A3F">
      <w:r>
        <w:separator/>
      </w:r>
    </w:p>
  </w:footnote>
  <w:footnote w:type="continuationSeparator" w:id="0">
    <w:p w:rsidR="00B97A3F" w:rsidRDefault="00B97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219"/>
    <w:multiLevelType w:val="hybridMultilevel"/>
    <w:tmpl w:val="7D98D0E8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9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F854DD"/>
    <w:multiLevelType w:val="hybridMultilevel"/>
    <w:tmpl w:val="7BB65542"/>
    <w:lvl w:ilvl="0" w:tplc="D0783AA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005B2"/>
    <w:multiLevelType w:val="hybridMultilevel"/>
    <w:tmpl w:val="5456E5FC"/>
    <w:lvl w:ilvl="0" w:tplc="1160D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2845C2"/>
    <w:multiLevelType w:val="hybridMultilevel"/>
    <w:tmpl w:val="F3523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42124D"/>
    <w:multiLevelType w:val="hybridMultilevel"/>
    <w:tmpl w:val="8F5AD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B13F5D"/>
    <w:multiLevelType w:val="hybridMultilevel"/>
    <w:tmpl w:val="1B025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0C441D"/>
    <w:multiLevelType w:val="multilevel"/>
    <w:tmpl w:val="014C1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23BA5222"/>
    <w:multiLevelType w:val="hybridMultilevel"/>
    <w:tmpl w:val="55365E4A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3" w15:restartNumberingAfterBreak="0">
    <w:nsid w:val="2A03632B"/>
    <w:multiLevelType w:val="hybridMultilevel"/>
    <w:tmpl w:val="8E5ABC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C3D4D"/>
    <w:multiLevelType w:val="hybridMultilevel"/>
    <w:tmpl w:val="9C888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FA624E"/>
    <w:multiLevelType w:val="hybridMultilevel"/>
    <w:tmpl w:val="C8B6A9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CA2DC8"/>
    <w:multiLevelType w:val="hybridMultilevel"/>
    <w:tmpl w:val="24EAB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FC3EE6"/>
    <w:multiLevelType w:val="hybridMultilevel"/>
    <w:tmpl w:val="9D30BD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B47101"/>
    <w:multiLevelType w:val="multilevel"/>
    <w:tmpl w:val="8FCE3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3C4FEB"/>
    <w:multiLevelType w:val="hybridMultilevel"/>
    <w:tmpl w:val="7C82E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F64A5F"/>
    <w:multiLevelType w:val="hybridMultilevel"/>
    <w:tmpl w:val="0B8C4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876FEC"/>
    <w:multiLevelType w:val="hybridMultilevel"/>
    <w:tmpl w:val="FCCA7354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7004CE"/>
    <w:multiLevelType w:val="hybridMultilevel"/>
    <w:tmpl w:val="160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7683A"/>
    <w:multiLevelType w:val="hybridMultilevel"/>
    <w:tmpl w:val="8E6A0C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100A30"/>
    <w:multiLevelType w:val="hybridMultilevel"/>
    <w:tmpl w:val="3B0A72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BEA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4D1639"/>
    <w:multiLevelType w:val="hybridMultilevel"/>
    <w:tmpl w:val="99AA9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65227D"/>
    <w:multiLevelType w:val="hybridMultilevel"/>
    <w:tmpl w:val="9802F9FA"/>
    <w:lvl w:ilvl="0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3801F13"/>
    <w:multiLevelType w:val="hybridMultilevel"/>
    <w:tmpl w:val="9E42E37C"/>
    <w:lvl w:ilvl="0" w:tplc="0C800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D0CD9"/>
    <w:multiLevelType w:val="multilevel"/>
    <w:tmpl w:val="5F6C3B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577C7A27"/>
    <w:multiLevelType w:val="hybridMultilevel"/>
    <w:tmpl w:val="014C118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E3DA0"/>
    <w:multiLevelType w:val="hybridMultilevel"/>
    <w:tmpl w:val="C862D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5361BA1"/>
    <w:multiLevelType w:val="hybridMultilevel"/>
    <w:tmpl w:val="7FC0560A"/>
    <w:lvl w:ilvl="0" w:tplc="0409000B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752AE3"/>
    <w:multiLevelType w:val="hybridMultilevel"/>
    <w:tmpl w:val="A39C45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51624"/>
    <w:multiLevelType w:val="multilevel"/>
    <w:tmpl w:val="9E42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F5272F"/>
    <w:multiLevelType w:val="hybridMultilevel"/>
    <w:tmpl w:val="EDF44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74E36D6"/>
    <w:multiLevelType w:val="hybridMultilevel"/>
    <w:tmpl w:val="E264B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5F6B2E"/>
    <w:multiLevelType w:val="hybridMultilevel"/>
    <w:tmpl w:val="2E7E0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27"/>
  </w:num>
  <w:num w:numId="4">
    <w:abstractNumId w:val="33"/>
  </w:num>
  <w:num w:numId="5">
    <w:abstractNumId w:val="11"/>
  </w:num>
  <w:num w:numId="6">
    <w:abstractNumId w:val="18"/>
  </w:num>
  <w:num w:numId="7">
    <w:abstractNumId w:val="4"/>
  </w:num>
  <w:num w:numId="8">
    <w:abstractNumId w:val="26"/>
  </w:num>
  <w:num w:numId="9">
    <w:abstractNumId w:val="3"/>
  </w:num>
  <w:num w:numId="10">
    <w:abstractNumId w:val="32"/>
  </w:num>
  <w:num w:numId="11">
    <w:abstractNumId w:val="9"/>
  </w:num>
  <w:num w:numId="12">
    <w:abstractNumId w:val="28"/>
  </w:num>
  <w:num w:numId="13">
    <w:abstractNumId w:val="6"/>
  </w:num>
  <w:num w:numId="14">
    <w:abstractNumId w:val="10"/>
  </w:num>
  <w:num w:numId="15">
    <w:abstractNumId w:val="21"/>
  </w:num>
  <w:num w:numId="16">
    <w:abstractNumId w:val="12"/>
  </w:num>
  <w:num w:numId="17">
    <w:abstractNumId w:val="24"/>
  </w:num>
  <w:num w:numId="18">
    <w:abstractNumId w:val="30"/>
  </w:num>
  <w:num w:numId="19">
    <w:abstractNumId w:val="31"/>
  </w:num>
  <w:num w:numId="20">
    <w:abstractNumId w:val="37"/>
  </w:num>
  <w:num w:numId="21">
    <w:abstractNumId w:val="13"/>
  </w:num>
  <w:num w:numId="22">
    <w:abstractNumId w:val="5"/>
  </w:num>
  <w:num w:numId="23">
    <w:abstractNumId w:val="7"/>
  </w:num>
  <w:num w:numId="24">
    <w:abstractNumId w:val="2"/>
  </w:num>
  <w:num w:numId="25">
    <w:abstractNumId w:val="36"/>
  </w:num>
  <w:num w:numId="26">
    <w:abstractNumId w:val="2"/>
    <w:lvlOverride w:ilvl="0">
      <w:startOverride w:val="1"/>
    </w:lvlOverride>
  </w:num>
  <w:num w:numId="27">
    <w:abstractNumId w:val="17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5"/>
  </w:num>
  <w:num w:numId="31">
    <w:abstractNumId w:val="23"/>
  </w:num>
  <w:num w:numId="32">
    <w:abstractNumId w:val="0"/>
  </w:num>
  <w:num w:numId="33">
    <w:abstractNumId w:val="1"/>
  </w:num>
  <w:num w:numId="34">
    <w:abstractNumId w:val="25"/>
  </w:num>
  <w:num w:numId="35">
    <w:abstractNumId w:val="35"/>
  </w:num>
  <w:num w:numId="36">
    <w:abstractNumId w:val="16"/>
  </w:num>
  <w:num w:numId="37">
    <w:abstractNumId w:val="20"/>
  </w:num>
  <w:num w:numId="38">
    <w:abstractNumId w:val="19"/>
  </w:num>
  <w:num w:numId="39">
    <w:abstractNumId w:val="22"/>
  </w:num>
  <w:num w:numId="40">
    <w:abstractNumId w:val="14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3F"/>
    <w:rsid w:val="000047F3"/>
    <w:rsid w:val="00004C04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E128E"/>
    <w:rsid w:val="000E4F31"/>
    <w:rsid w:val="000F1538"/>
    <w:rsid w:val="000F76C8"/>
    <w:rsid w:val="00100DC4"/>
    <w:rsid w:val="00107662"/>
    <w:rsid w:val="00110575"/>
    <w:rsid w:val="001213E2"/>
    <w:rsid w:val="00124B6A"/>
    <w:rsid w:val="00125F84"/>
    <w:rsid w:val="0013110E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6B9A"/>
    <w:rsid w:val="001C5805"/>
    <w:rsid w:val="001C7992"/>
    <w:rsid w:val="001D032D"/>
    <w:rsid w:val="001D2F57"/>
    <w:rsid w:val="001F4F11"/>
    <w:rsid w:val="00201AF7"/>
    <w:rsid w:val="002058B2"/>
    <w:rsid w:val="00222BD1"/>
    <w:rsid w:val="002245BC"/>
    <w:rsid w:val="0023505A"/>
    <w:rsid w:val="00244B26"/>
    <w:rsid w:val="002673C2"/>
    <w:rsid w:val="0028231E"/>
    <w:rsid w:val="00290981"/>
    <w:rsid w:val="002A3781"/>
    <w:rsid w:val="002C495B"/>
    <w:rsid w:val="002D2307"/>
    <w:rsid w:val="002D3385"/>
    <w:rsid w:val="002D5FA0"/>
    <w:rsid w:val="002E4889"/>
    <w:rsid w:val="002F1685"/>
    <w:rsid w:val="003022BF"/>
    <w:rsid w:val="00304DA9"/>
    <w:rsid w:val="00312586"/>
    <w:rsid w:val="003356F9"/>
    <w:rsid w:val="00342599"/>
    <w:rsid w:val="00352F88"/>
    <w:rsid w:val="0036061E"/>
    <w:rsid w:val="003800AB"/>
    <w:rsid w:val="003A2DED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3500B"/>
    <w:rsid w:val="00441F63"/>
    <w:rsid w:val="00446571"/>
    <w:rsid w:val="00454F67"/>
    <w:rsid w:val="004713CC"/>
    <w:rsid w:val="004766BA"/>
    <w:rsid w:val="004925BF"/>
    <w:rsid w:val="004A05FA"/>
    <w:rsid w:val="004A2922"/>
    <w:rsid w:val="004B74BD"/>
    <w:rsid w:val="004C36AD"/>
    <w:rsid w:val="004D1205"/>
    <w:rsid w:val="004D2A12"/>
    <w:rsid w:val="004F0DE8"/>
    <w:rsid w:val="00521F39"/>
    <w:rsid w:val="0052684F"/>
    <w:rsid w:val="00532208"/>
    <w:rsid w:val="0054777F"/>
    <w:rsid w:val="00573EF5"/>
    <w:rsid w:val="00577A1B"/>
    <w:rsid w:val="005826BB"/>
    <w:rsid w:val="00595783"/>
    <w:rsid w:val="00595953"/>
    <w:rsid w:val="005C7F8F"/>
    <w:rsid w:val="005D6968"/>
    <w:rsid w:val="006202FB"/>
    <w:rsid w:val="006260E3"/>
    <w:rsid w:val="00626819"/>
    <w:rsid w:val="006307CA"/>
    <w:rsid w:val="00657C85"/>
    <w:rsid w:val="00680EDA"/>
    <w:rsid w:val="00684513"/>
    <w:rsid w:val="00684DA4"/>
    <w:rsid w:val="00695E51"/>
    <w:rsid w:val="006C7583"/>
    <w:rsid w:val="006D0313"/>
    <w:rsid w:val="006D7750"/>
    <w:rsid w:val="006E4494"/>
    <w:rsid w:val="006E575D"/>
    <w:rsid w:val="00716D79"/>
    <w:rsid w:val="00716E9F"/>
    <w:rsid w:val="00717FB4"/>
    <w:rsid w:val="007249EE"/>
    <w:rsid w:val="00730D6C"/>
    <w:rsid w:val="007314EC"/>
    <w:rsid w:val="007331D8"/>
    <w:rsid w:val="00735978"/>
    <w:rsid w:val="007438B4"/>
    <w:rsid w:val="00746196"/>
    <w:rsid w:val="0075509E"/>
    <w:rsid w:val="007810E7"/>
    <w:rsid w:val="00795D28"/>
    <w:rsid w:val="0079736F"/>
    <w:rsid w:val="007A01A8"/>
    <w:rsid w:val="007A3900"/>
    <w:rsid w:val="007B7D1A"/>
    <w:rsid w:val="007C6D6A"/>
    <w:rsid w:val="007D20F7"/>
    <w:rsid w:val="007E0D15"/>
    <w:rsid w:val="0080279D"/>
    <w:rsid w:val="00834F7D"/>
    <w:rsid w:val="00862C63"/>
    <w:rsid w:val="008641D0"/>
    <w:rsid w:val="008C29DE"/>
    <w:rsid w:val="008D002A"/>
    <w:rsid w:val="008D42C5"/>
    <w:rsid w:val="008D4AE3"/>
    <w:rsid w:val="008E6267"/>
    <w:rsid w:val="00902440"/>
    <w:rsid w:val="00920CAD"/>
    <w:rsid w:val="009407CD"/>
    <w:rsid w:val="00942566"/>
    <w:rsid w:val="009533DA"/>
    <w:rsid w:val="00955C9F"/>
    <w:rsid w:val="0096238E"/>
    <w:rsid w:val="00964F2F"/>
    <w:rsid w:val="009871C3"/>
    <w:rsid w:val="00996713"/>
    <w:rsid w:val="00997B2C"/>
    <w:rsid w:val="009A2452"/>
    <w:rsid w:val="009B7ED8"/>
    <w:rsid w:val="009C37B0"/>
    <w:rsid w:val="009C5FAC"/>
    <w:rsid w:val="009D2D7C"/>
    <w:rsid w:val="009E6A3F"/>
    <w:rsid w:val="00A149B4"/>
    <w:rsid w:val="00A207DE"/>
    <w:rsid w:val="00A2367C"/>
    <w:rsid w:val="00A4356D"/>
    <w:rsid w:val="00A464F8"/>
    <w:rsid w:val="00A507BE"/>
    <w:rsid w:val="00A5694A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2355"/>
    <w:rsid w:val="00AD71FC"/>
    <w:rsid w:val="00AE085D"/>
    <w:rsid w:val="00AF5DC9"/>
    <w:rsid w:val="00B1582F"/>
    <w:rsid w:val="00B20E22"/>
    <w:rsid w:val="00B41412"/>
    <w:rsid w:val="00B46568"/>
    <w:rsid w:val="00B50B80"/>
    <w:rsid w:val="00B52985"/>
    <w:rsid w:val="00B660DC"/>
    <w:rsid w:val="00B74C6F"/>
    <w:rsid w:val="00B852CD"/>
    <w:rsid w:val="00B87A73"/>
    <w:rsid w:val="00B909AB"/>
    <w:rsid w:val="00B97A3F"/>
    <w:rsid w:val="00B97F5C"/>
    <w:rsid w:val="00BA639B"/>
    <w:rsid w:val="00BB269B"/>
    <w:rsid w:val="00BE03E2"/>
    <w:rsid w:val="00BE3333"/>
    <w:rsid w:val="00BF6372"/>
    <w:rsid w:val="00C06628"/>
    <w:rsid w:val="00C15D4D"/>
    <w:rsid w:val="00C2535D"/>
    <w:rsid w:val="00C40AC5"/>
    <w:rsid w:val="00C41085"/>
    <w:rsid w:val="00C422F6"/>
    <w:rsid w:val="00C54899"/>
    <w:rsid w:val="00C567FA"/>
    <w:rsid w:val="00C805B5"/>
    <w:rsid w:val="00C814EC"/>
    <w:rsid w:val="00C910BE"/>
    <w:rsid w:val="00C93836"/>
    <w:rsid w:val="00CA4EBF"/>
    <w:rsid w:val="00CA6EC8"/>
    <w:rsid w:val="00CA7DAB"/>
    <w:rsid w:val="00CD19CA"/>
    <w:rsid w:val="00D0222F"/>
    <w:rsid w:val="00D13039"/>
    <w:rsid w:val="00D37A02"/>
    <w:rsid w:val="00D40C10"/>
    <w:rsid w:val="00D661EC"/>
    <w:rsid w:val="00D77E4D"/>
    <w:rsid w:val="00D86E8E"/>
    <w:rsid w:val="00DA5580"/>
    <w:rsid w:val="00DB35B1"/>
    <w:rsid w:val="00DB36F3"/>
    <w:rsid w:val="00DD4B08"/>
    <w:rsid w:val="00E337D2"/>
    <w:rsid w:val="00E37B79"/>
    <w:rsid w:val="00E556E9"/>
    <w:rsid w:val="00E559A9"/>
    <w:rsid w:val="00E576E2"/>
    <w:rsid w:val="00E63A09"/>
    <w:rsid w:val="00E662C0"/>
    <w:rsid w:val="00EB76C1"/>
    <w:rsid w:val="00EC081A"/>
    <w:rsid w:val="00EC1A36"/>
    <w:rsid w:val="00EC500B"/>
    <w:rsid w:val="00ED132D"/>
    <w:rsid w:val="00ED38CE"/>
    <w:rsid w:val="00EE7932"/>
    <w:rsid w:val="00EF5005"/>
    <w:rsid w:val="00F06A8E"/>
    <w:rsid w:val="00F07629"/>
    <w:rsid w:val="00F20C86"/>
    <w:rsid w:val="00F41A93"/>
    <w:rsid w:val="00F51CBD"/>
    <w:rsid w:val="00F55414"/>
    <w:rsid w:val="00F61AFE"/>
    <w:rsid w:val="00F63BA0"/>
    <w:rsid w:val="00F8414F"/>
    <w:rsid w:val="00F864D5"/>
    <w:rsid w:val="00F97775"/>
    <w:rsid w:val="00FA290F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E44551"/>
  <w15:chartTrackingRefBased/>
  <w15:docId w15:val="{012AA5EB-ADD5-4DFA-BDF1-8AE39E72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5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3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11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16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2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- Design Document.dotx</Template>
  <TotalTime>1</TotalTime>
  <Pages>2</Pages>
  <Words>226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Shana Lopez</dc:creator>
  <cp:keywords/>
  <cp:lastModifiedBy>Shana Lopez</cp:lastModifiedBy>
  <cp:revision>2</cp:revision>
  <cp:lastPrinted>2014-06-18T00:06:00Z</cp:lastPrinted>
  <dcterms:created xsi:type="dcterms:W3CDTF">2016-02-02T21:10:00Z</dcterms:created>
  <dcterms:modified xsi:type="dcterms:W3CDTF">2016-02-02T21:10:00Z</dcterms:modified>
</cp:coreProperties>
</file>