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65" w:rsidRPr="002E1B92" w:rsidRDefault="002345C5" w:rsidP="001A7C09">
      <w:pPr>
        <w:pBdr>
          <w:bottom w:val="single" w:sz="12" w:space="1" w:color="auto"/>
        </w:pBdr>
        <w:rPr>
          <w:rFonts w:ascii="Segoe UI Semibold" w:hAnsi="Segoe UI Semibold"/>
          <w:b/>
          <w:sz w:val="32"/>
          <w:szCs w:val="32"/>
        </w:rPr>
      </w:pPr>
      <w:bookmarkStart w:id="0" w:name="_GoBack"/>
      <w:bookmarkEnd w:id="0"/>
      <w:r w:rsidRPr="002E1B92">
        <w:rPr>
          <w:rFonts w:ascii="Segoe UI Semibold" w:hAnsi="Segoe UI Semibold"/>
          <w:b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45047B52" wp14:editId="57FBE489">
            <wp:simplePos x="0" y="0"/>
            <wp:positionH relativeFrom="margin">
              <wp:align>right</wp:align>
            </wp:positionH>
            <wp:positionV relativeFrom="paragraph">
              <wp:posOffset>-619124</wp:posOffset>
            </wp:positionV>
            <wp:extent cx="914400" cy="914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lack Learn-at-your-library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779">
        <w:rPr>
          <w:rFonts w:ascii="Segoe UI Semibold" w:hAnsi="Segoe UI Semibold"/>
          <w:b/>
          <w:sz w:val="32"/>
          <w:szCs w:val="32"/>
        </w:rPr>
        <w:t>Segoe UI Semibold</w:t>
      </w:r>
      <w:r w:rsidR="004A3E4D" w:rsidRPr="002E1B92">
        <w:rPr>
          <w:rFonts w:ascii="Segoe UI Semibold" w:hAnsi="Segoe UI Semibold"/>
          <w:b/>
          <w:sz w:val="32"/>
          <w:szCs w:val="32"/>
        </w:rPr>
        <w:t xml:space="preserve"> 16</w:t>
      </w:r>
      <w:r w:rsidR="003744FB">
        <w:rPr>
          <w:rFonts w:ascii="Segoe UI Semibold" w:hAnsi="Segoe UI Semibold"/>
          <w:b/>
          <w:sz w:val="32"/>
          <w:szCs w:val="32"/>
        </w:rPr>
        <w:t>pt</w:t>
      </w:r>
      <w:r w:rsidR="00527C8A">
        <w:rPr>
          <w:rFonts w:ascii="Segoe UI Semibold" w:hAnsi="Segoe UI Semibold"/>
          <w:b/>
          <w:sz w:val="32"/>
          <w:szCs w:val="32"/>
        </w:rPr>
        <w:t>, 1½ bottom Paragraph Border</w:t>
      </w:r>
    </w:p>
    <w:p w:rsidR="003C6145" w:rsidRDefault="003C6145" w:rsidP="003C6145">
      <w:pPr>
        <w:rPr>
          <w:sz w:val="24"/>
          <w:szCs w:val="24"/>
        </w:rPr>
      </w:pPr>
    </w:p>
    <w:p w:rsidR="003C6145" w:rsidRPr="003744FB" w:rsidRDefault="008C76A8" w:rsidP="003C6145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Section Header</w:t>
      </w:r>
      <w:r w:rsidR="00A41779">
        <w:rPr>
          <w:rFonts w:ascii="Segoe UI Semilight" w:hAnsi="Segoe UI Semilight" w:cs="Segoe UI Semilight"/>
          <w:b/>
          <w:sz w:val="24"/>
          <w:szCs w:val="24"/>
        </w:rPr>
        <w:t xml:space="preserve"> </w:t>
      </w:r>
      <w:r w:rsidR="003744FB">
        <w:rPr>
          <w:rFonts w:ascii="Segoe UI" w:hAnsi="Segoe UI" w:cs="Segoe UI"/>
          <w:b/>
          <w:sz w:val="24"/>
          <w:szCs w:val="24"/>
        </w:rPr>
        <w:t xml:space="preserve">(Segoe UI </w:t>
      </w:r>
      <w:r w:rsidR="00A41779" w:rsidRPr="003744FB">
        <w:rPr>
          <w:rFonts w:ascii="Segoe UI" w:hAnsi="Segoe UI" w:cs="Segoe UI"/>
          <w:b/>
          <w:sz w:val="24"/>
          <w:szCs w:val="24"/>
        </w:rPr>
        <w:t>12</w:t>
      </w:r>
      <w:r>
        <w:rPr>
          <w:rFonts w:ascii="Segoe UI" w:hAnsi="Segoe UI" w:cs="Segoe UI"/>
          <w:b/>
          <w:sz w:val="24"/>
          <w:szCs w:val="24"/>
        </w:rPr>
        <w:t>pt, Bold</w:t>
      </w:r>
      <w:r w:rsidR="004A3E4D" w:rsidRPr="003744FB">
        <w:rPr>
          <w:rFonts w:ascii="Segoe UI" w:hAnsi="Segoe UI" w:cs="Segoe UI"/>
          <w:b/>
          <w:sz w:val="24"/>
          <w:szCs w:val="24"/>
        </w:rPr>
        <w:t>)</w:t>
      </w:r>
    </w:p>
    <w:p w:rsidR="004A3E4D" w:rsidRPr="003744FB" w:rsidRDefault="00A41779" w:rsidP="003C6145">
      <w:pPr>
        <w:rPr>
          <w:rFonts w:ascii="Segoe UI" w:hAnsi="Segoe UI" w:cs="Segoe UI"/>
        </w:rPr>
      </w:pPr>
      <w:r w:rsidRPr="003744FB">
        <w:rPr>
          <w:rFonts w:ascii="Segoe UI" w:hAnsi="Segoe UI" w:cs="Segoe UI"/>
        </w:rPr>
        <w:t xml:space="preserve">Body Text </w:t>
      </w:r>
      <w:r w:rsidR="003744FB">
        <w:rPr>
          <w:rFonts w:ascii="Segoe UI" w:hAnsi="Segoe UI" w:cs="Segoe UI"/>
        </w:rPr>
        <w:t>(Segoe UI</w:t>
      </w:r>
      <w:r w:rsidRPr="003744FB">
        <w:rPr>
          <w:rFonts w:ascii="Segoe UI" w:hAnsi="Segoe UI" w:cs="Segoe UI"/>
        </w:rPr>
        <w:t xml:space="preserve"> 11</w:t>
      </w:r>
      <w:r w:rsidR="004A3E4D" w:rsidRPr="003744FB">
        <w:rPr>
          <w:rFonts w:ascii="Segoe UI" w:hAnsi="Segoe UI" w:cs="Segoe UI"/>
        </w:rPr>
        <w:t>pt)</w:t>
      </w:r>
    </w:p>
    <w:p w:rsidR="004A3E4D" w:rsidRPr="003744FB" w:rsidRDefault="004A3E4D" w:rsidP="003C6145">
      <w:pPr>
        <w:rPr>
          <w:rFonts w:ascii="Segoe UI" w:hAnsi="Segoe UI" w:cs="Segoe UI"/>
          <w:sz w:val="24"/>
          <w:szCs w:val="24"/>
        </w:rPr>
      </w:pPr>
    </w:p>
    <w:p w:rsidR="004A3E4D" w:rsidRPr="003744FB" w:rsidRDefault="008C76A8" w:rsidP="003C6145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Text/Highlight Box &amp; Images</w:t>
      </w:r>
    </w:p>
    <w:p w:rsidR="004A3E4D" w:rsidRPr="003744FB" w:rsidRDefault="004A3E4D" w:rsidP="003C6145">
      <w:pPr>
        <w:rPr>
          <w:rFonts w:ascii="Segoe UI" w:hAnsi="Segoe UI" w:cs="Segoe UI"/>
        </w:rPr>
      </w:pPr>
      <w:r w:rsidRPr="003744FB">
        <w:rPr>
          <w:rFonts w:ascii="Segoe UI" w:hAnsi="Segoe UI" w:cs="Segoe UI"/>
        </w:rPr>
        <w:t>Used to highlight a particular area in an image or to include text next to an</w:t>
      </w:r>
      <w:r w:rsidRPr="003744FB">
        <w:rPr>
          <w:rFonts w:ascii="Segoe UI" w:hAnsi="Segoe UI" w:cs="Segoe UI"/>
          <w:b/>
        </w:rPr>
        <w:t xml:space="preserve"> </w:t>
      </w:r>
      <w:r w:rsidRPr="003744FB">
        <w:rPr>
          <w:rFonts w:ascii="Segoe UI" w:hAnsi="Segoe UI" w:cs="Segoe UI"/>
        </w:rPr>
        <w:t>image</w:t>
      </w:r>
    </w:p>
    <w:p w:rsidR="004A3E4D" w:rsidRPr="003744FB" w:rsidRDefault="00821845" w:rsidP="003C6145">
      <w:pPr>
        <w:rPr>
          <w:rFonts w:ascii="Segoe UI" w:hAnsi="Segoe UI" w:cs="Segoe UI"/>
          <w:sz w:val="24"/>
          <w:szCs w:val="24"/>
        </w:rPr>
      </w:pPr>
      <w:r w:rsidRPr="003744FB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26AE1" wp14:editId="41BB331F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3838575" cy="10382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681" w:rsidRPr="003744FB" w:rsidRDefault="003744FB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Segoe UI </w:t>
                            </w:r>
                            <w:r w:rsidR="00A41779"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12pt</w:t>
                            </w:r>
                            <w:r w:rsidR="00B90681"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, Red border (unless red blends into color, then use black), 1 ½pt outline, no fill</w:t>
                            </w:r>
                          </w:p>
                          <w:p w:rsidR="00B90681" w:rsidRPr="003744FB" w:rsidRDefault="00B90681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Position &gt; With Text Wrapping &gt; In front of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26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.65pt;width:302.25pt;height:8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" fillcolor="white [3201]" strokecolor="red" strokeweight="1.5pt">
                <v:textbox>
                  <w:txbxContent>
                    <w:p w:rsidR="00B90681" w:rsidRPr="003744FB" w:rsidRDefault="003744FB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3744FB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Segoe UI </w:t>
                      </w:r>
                      <w:r w:rsidR="00A41779" w:rsidRPr="003744FB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12pt</w:t>
                      </w:r>
                      <w:r w:rsidR="00B90681" w:rsidRPr="003744FB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, Red border (unless red blends into color, then use black), 1 ½pt outline, no fill</w:t>
                      </w:r>
                    </w:p>
                    <w:p w:rsidR="00B90681" w:rsidRPr="003744FB" w:rsidRDefault="00B90681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3744FB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Position &gt; With Text Wrapping &gt; In front of text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90681" w:rsidRPr="003744FB" w:rsidRDefault="00B90681" w:rsidP="003C6145">
      <w:pPr>
        <w:rPr>
          <w:rFonts w:ascii="Segoe UI" w:hAnsi="Segoe UI" w:cs="Segoe UI"/>
          <w:sz w:val="24"/>
          <w:szCs w:val="24"/>
        </w:rPr>
      </w:pPr>
    </w:p>
    <w:p w:rsidR="00B90681" w:rsidRPr="003744FB" w:rsidRDefault="00B90681" w:rsidP="00B90681">
      <w:pPr>
        <w:rPr>
          <w:rFonts w:ascii="Segoe UI" w:hAnsi="Segoe UI" w:cs="Segoe UI"/>
          <w:sz w:val="24"/>
          <w:szCs w:val="24"/>
        </w:rPr>
      </w:pPr>
    </w:p>
    <w:p w:rsidR="00B90681" w:rsidRPr="003744FB" w:rsidRDefault="00B90681" w:rsidP="00B90681">
      <w:pPr>
        <w:rPr>
          <w:rFonts w:ascii="Segoe UI" w:hAnsi="Segoe UI" w:cs="Segoe UI"/>
          <w:sz w:val="24"/>
          <w:szCs w:val="24"/>
        </w:rPr>
      </w:pPr>
    </w:p>
    <w:p w:rsidR="00B90681" w:rsidRPr="003744FB" w:rsidRDefault="00B90681" w:rsidP="00B90681">
      <w:pPr>
        <w:rPr>
          <w:rFonts w:ascii="Segoe UI" w:hAnsi="Segoe UI" w:cs="Segoe UI"/>
          <w:sz w:val="24"/>
          <w:szCs w:val="24"/>
        </w:rPr>
      </w:pPr>
    </w:p>
    <w:p w:rsidR="004A3E4D" w:rsidRPr="003744FB" w:rsidRDefault="00B90681" w:rsidP="00B90681">
      <w:pPr>
        <w:rPr>
          <w:rFonts w:ascii="Segoe UI" w:hAnsi="Segoe UI" w:cs="Segoe UI"/>
        </w:rPr>
      </w:pPr>
      <w:r w:rsidRPr="003744FB">
        <w:rPr>
          <w:rFonts w:ascii="Segoe UI" w:hAnsi="Segoe UI" w:cs="Segoe UI"/>
          <w:b/>
        </w:rPr>
        <w:t xml:space="preserve">ALWAYS </w:t>
      </w:r>
      <w:r w:rsidRPr="003744FB">
        <w:rPr>
          <w:rFonts w:ascii="Segoe UI" w:hAnsi="Segoe UI" w:cs="Segoe UI"/>
        </w:rPr>
        <w:t xml:space="preserve">put images </w:t>
      </w:r>
      <w:r w:rsidRPr="003744FB">
        <w:rPr>
          <w:rFonts w:ascii="Segoe UI" w:hAnsi="Segoe UI" w:cs="Segoe UI"/>
          <w:b/>
        </w:rPr>
        <w:t>In front of text</w:t>
      </w:r>
      <w:r w:rsidRPr="003744FB">
        <w:rPr>
          <w:rFonts w:ascii="Segoe UI" w:hAnsi="Segoe UI" w:cs="Segoe UI"/>
        </w:rPr>
        <w:t xml:space="preserve"> so you can move them freely throughout your document</w:t>
      </w:r>
    </w:p>
    <w:p w:rsidR="00B90681" w:rsidRPr="003744FB" w:rsidRDefault="00B90681" w:rsidP="00B90681">
      <w:pPr>
        <w:rPr>
          <w:rFonts w:ascii="Segoe UI" w:hAnsi="Segoe UI" w:cs="Segoe UI"/>
        </w:rPr>
      </w:pPr>
      <w:r w:rsidRPr="003744FB">
        <w:rPr>
          <w:rFonts w:ascii="Segoe UI" w:hAnsi="Segoe UI" w:cs="Segoe UI"/>
        </w:rPr>
        <w:t xml:space="preserve">Images should have a </w:t>
      </w:r>
      <w:r w:rsidRPr="003744FB">
        <w:rPr>
          <w:rFonts w:ascii="Segoe UI" w:hAnsi="Segoe UI" w:cs="Segoe UI"/>
          <w:b/>
        </w:rPr>
        <w:t>border</w:t>
      </w:r>
      <w:r w:rsidRPr="003744FB">
        <w:rPr>
          <w:rFonts w:ascii="Segoe UI" w:hAnsi="Segoe UI" w:cs="Segoe UI"/>
        </w:rPr>
        <w:t xml:space="preserve"> (Black, 1 ½pt outline)</w:t>
      </w:r>
    </w:p>
    <w:p w:rsidR="00B90681" w:rsidRPr="003744FB" w:rsidRDefault="00201A85" w:rsidP="00B90681">
      <w:pPr>
        <w:rPr>
          <w:rFonts w:ascii="Segoe UI" w:hAnsi="Segoe UI" w:cs="Segoe UI"/>
        </w:rPr>
      </w:pPr>
      <w:r w:rsidRPr="003744FB">
        <w:rPr>
          <w:rFonts w:ascii="Segoe UI" w:eastAsia="+mn-ea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2695575" cy="5715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A85" w:rsidRPr="003744FB" w:rsidRDefault="00201A85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Margins</w:t>
                            </w:r>
                            <w:r w:rsidR="003A43F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can be custom (No more than 1’’). Standard is Moderate size</w:t>
                            </w:r>
                            <w:r w:rsidR="008C76A8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d</w:t>
                            </w:r>
                            <w:r w:rsidR="003A43F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0;margin-top:21.5pt;width:212.25pt;height:4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" fillcolor="white [3201]" strokecolor="red" strokeweight="1.5pt">
                <v:textbox>
                  <w:txbxContent>
                    <w:p w:rsidR="00201A85" w:rsidRPr="003744FB" w:rsidRDefault="00201A85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3744FB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Margins</w:t>
                      </w:r>
                      <w:r w:rsidR="003A43F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can be custom (No more than 1’’). Standard is Moderate size</w:t>
                      </w:r>
                      <w:r w:rsidR="008C76A8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d</w:t>
                      </w:r>
                      <w:r w:rsidR="003A43F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0681" w:rsidRPr="003744FB">
        <w:rPr>
          <w:rFonts w:ascii="Segoe UI" w:eastAsia="+mn-ea" w:hAnsi="Segoe UI" w:cs="Segoe UI"/>
          <w:noProof/>
        </w:rPr>
        <w:drawing>
          <wp:anchor distT="0" distB="0" distL="114300" distR="114300" simplePos="0" relativeHeight="251661312" behindDoc="0" locked="0" layoutInCell="1" allowOverlap="1" wp14:anchorId="3E8D8E9E" wp14:editId="57A51691">
            <wp:simplePos x="0" y="0"/>
            <wp:positionH relativeFrom="column">
              <wp:posOffset>2914650</wp:posOffset>
            </wp:positionH>
            <wp:positionV relativeFrom="paragraph">
              <wp:posOffset>194310</wp:posOffset>
            </wp:positionV>
            <wp:extent cx="3008376" cy="2258568"/>
            <wp:effectExtent l="19050" t="19050" r="20955" b="279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rysanthemu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376" cy="225856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0681" w:rsidRPr="003744FB" w:rsidRDefault="003744FB" w:rsidP="00B90681">
      <w:pPr>
        <w:rPr>
          <w:rFonts w:ascii="Segoe UI" w:hAnsi="Segoe UI" w:cs="Segoe UI"/>
        </w:rPr>
      </w:pPr>
      <w:r w:rsidRPr="003744FB">
        <w:rPr>
          <w:rFonts w:ascii="Segoe UI" w:eastAsia="+mn-ea" w:hAnsi="Segoe UI" w:cs="Segoe U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D24CDE" wp14:editId="56DBAE93">
                <wp:simplePos x="0" y="0"/>
                <wp:positionH relativeFrom="column">
                  <wp:posOffset>2409825</wp:posOffset>
                </wp:positionH>
                <wp:positionV relativeFrom="paragraph">
                  <wp:posOffset>1771649</wp:posOffset>
                </wp:positionV>
                <wp:extent cx="1304925" cy="54292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681" w:rsidRPr="003744FB" w:rsidRDefault="00B90681" w:rsidP="00B90681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  <w:u w:val="single"/>
                              </w:rPr>
                              <w:t>Example</w:t>
                            </w:r>
                          </w:p>
                          <w:p w:rsidR="00B90681" w:rsidRPr="003744FB" w:rsidRDefault="00B90681" w:rsidP="00B90681">
                            <w:pPr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3744FB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Chrysanthemum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24CDE" id="_x0000_s1028" type="#_x0000_t202" style="position:absolute;margin-left:189.75pt;margin-top:139.5pt;width:102.7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" strokecolor="black [3213]" strokeweight="1.5pt">
                <v:textbox>
                  <w:txbxContent>
                    <w:p w:rsidR="00B90681" w:rsidRPr="003744FB" w:rsidRDefault="00B90681" w:rsidP="00B90681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  <w:u w:val="single"/>
                        </w:rPr>
                      </w:pPr>
                      <w:r w:rsidRPr="003744FB">
                        <w:rPr>
                          <w:rFonts w:ascii="Segoe UI" w:hAnsi="Segoe UI" w:cs="Segoe UI"/>
                          <w:sz w:val="24"/>
                          <w:szCs w:val="24"/>
                          <w:u w:val="single"/>
                        </w:rPr>
                        <w:t>Example</w:t>
                      </w:r>
                    </w:p>
                    <w:p w:rsidR="00B90681" w:rsidRPr="003744FB" w:rsidRDefault="00B90681" w:rsidP="00B90681">
                      <w:pPr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3744FB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Chrysanthemum</w:t>
                      </w:r>
                    </w:p>
                  </w:txbxContent>
                </v:textbox>
              </v:shape>
            </w:pict>
          </mc:Fallback>
        </mc:AlternateContent>
      </w:r>
      <w:r w:rsidR="00201A85" w:rsidRPr="003744FB">
        <w:rPr>
          <w:rFonts w:ascii="Segoe UI" w:eastAsia="+mn-ea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9C9032" wp14:editId="5454A0A9">
                <wp:simplePos x="0" y="0"/>
                <wp:positionH relativeFrom="margin">
                  <wp:align>center</wp:align>
                </wp:positionH>
                <wp:positionV relativeFrom="paragraph">
                  <wp:posOffset>2544445</wp:posOffset>
                </wp:positionV>
                <wp:extent cx="5922645" cy="523875"/>
                <wp:effectExtent l="0" t="0" r="2095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264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4C9" w:rsidRPr="009474C1" w:rsidRDefault="007164C9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Footer uses blank three column format in </w:t>
                            </w:r>
                            <w:r w:rsidR="003744FB"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Segoe UI </w:t>
                            </w:r>
                            <w:r w:rsidRPr="009474C1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9pt for Author Initials, Gail Borden Public Library District, and Month/Year handout was </w:t>
                            </w:r>
                            <w:r w:rsidR="008C76A8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last updated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C9032" id="Text Box 5" o:spid="_x0000_s1029" type="#_x0000_t202" style="position:absolute;margin-left:0;margin-top:200.35pt;width:466.35pt;height:41.25pt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" fillcolor="white [3201]" strokecolor="red" strokeweight="1.5pt">
                <v:textbox>
                  <w:txbxContent>
                    <w:p w:rsidR="007164C9" w:rsidRPr="009474C1" w:rsidRDefault="007164C9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Footer uses blank three column format in </w:t>
                      </w:r>
                      <w:r w:rsidR="003744FB"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Segoe UI </w:t>
                      </w:r>
                      <w:r w:rsidRPr="009474C1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9pt for Author Initials, Gail Borden Public Library District, and Month/Year handout was </w:t>
                      </w:r>
                      <w:r w:rsidR="008C76A8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last updated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90681" w:rsidRPr="003744FB" w:rsidSect="00201A85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696" w:rsidRDefault="002E3696" w:rsidP="00B90681">
      <w:pPr>
        <w:spacing w:after="0" w:line="240" w:lineRule="auto"/>
      </w:pPr>
      <w:r>
        <w:separator/>
      </w:r>
    </w:p>
  </w:endnote>
  <w:endnote w:type="continuationSeparator" w:id="0">
    <w:p w:rsidR="002E3696" w:rsidRDefault="002E3696" w:rsidP="00B9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681" w:rsidRPr="003744FB" w:rsidRDefault="003744FB">
    <w:pPr>
      <w:pStyle w:val="Footer"/>
      <w:rPr>
        <w:rFonts w:ascii="Segoe UI" w:hAnsi="Segoe UI" w:cs="Segoe UI"/>
        <w:sz w:val="18"/>
        <w:szCs w:val="18"/>
      </w:rPr>
    </w:pPr>
    <w:r w:rsidRPr="003744FB">
      <w:rPr>
        <w:rFonts w:ascii="Segoe UI" w:hAnsi="Segoe UI" w:cs="Segoe UI"/>
        <w:sz w:val="18"/>
        <w:szCs w:val="18"/>
      </w:rPr>
      <w:t xml:space="preserve">Initials </w:t>
    </w:r>
    <w:r w:rsidRPr="003744FB">
      <w:rPr>
        <w:rFonts w:ascii="Segoe UI" w:hAnsi="Segoe UI" w:cs="Segoe UI"/>
        <w:sz w:val="18"/>
        <w:szCs w:val="18"/>
      </w:rPr>
      <w:ptab w:relativeTo="margin" w:alignment="center" w:leader="none"/>
    </w:r>
    <w:r w:rsidRPr="003744FB">
      <w:rPr>
        <w:rFonts w:ascii="Segoe UI" w:hAnsi="Segoe UI" w:cs="Segoe UI"/>
        <w:sz w:val="18"/>
        <w:szCs w:val="18"/>
      </w:rPr>
      <w:t xml:space="preserve">Gail Borden Public Library </w:t>
    </w:r>
    <w:r w:rsidRPr="003744FB">
      <w:rPr>
        <w:rFonts w:ascii="Segoe UI" w:hAnsi="Segoe UI" w:cs="Segoe UI"/>
        <w:sz w:val="18"/>
        <w:szCs w:val="18"/>
      </w:rPr>
      <w:ptab w:relativeTo="margin" w:alignment="right" w:leader="none"/>
    </w:r>
    <w:r w:rsidRPr="003744FB">
      <w:rPr>
        <w:rFonts w:ascii="Segoe UI" w:hAnsi="Segoe UI" w:cs="Segoe UI"/>
        <w:sz w:val="18"/>
        <w:szCs w:val="18"/>
      </w:rPr>
      <w:t>MM/YY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696" w:rsidRDefault="002E3696" w:rsidP="00B90681">
      <w:pPr>
        <w:spacing w:after="0" w:line="240" w:lineRule="auto"/>
      </w:pPr>
      <w:r>
        <w:separator/>
      </w:r>
    </w:p>
  </w:footnote>
  <w:footnote w:type="continuationSeparator" w:id="0">
    <w:p w:rsidR="002E3696" w:rsidRDefault="002E3696" w:rsidP="00B90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96"/>
    <w:rsid w:val="00194D30"/>
    <w:rsid w:val="001A7C09"/>
    <w:rsid w:val="00201A85"/>
    <w:rsid w:val="002345C5"/>
    <w:rsid w:val="002E1B92"/>
    <w:rsid w:val="002E3696"/>
    <w:rsid w:val="002F4865"/>
    <w:rsid w:val="003744FB"/>
    <w:rsid w:val="003A43F1"/>
    <w:rsid w:val="003C6145"/>
    <w:rsid w:val="004A3E4D"/>
    <w:rsid w:val="00527C8A"/>
    <w:rsid w:val="00585450"/>
    <w:rsid w:val="007164C9"/>
    <w:rsid w:val="007A7815"/>
    <w:rsid w:val="00821845"/>
    <w:rsid w:val="00846DD8"/>
    <w:rsid w:val="008A0486"/>
    <w:rsid w:val="008C76A8"/>
    <w:rsid w:val="008D6449"/>
    <w:rsid w:val="009474C1"/>
    <w:rsid w:val="00A41779"/>
    <w:rsid w:val="00A44465"/>
    <w:rsid w:val="00A71399"/>
    <w:rsid w:val="00B90681"/>
    <w:rsid w:val="00D10A16"/>
    <w:rsid w:val="00D5015E"/>
    <w:rsid w:val="00ED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A0104D-AD2E-4189-92D9-30375002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681"/>
  </w:style>
  <w:style w:type="paragraph" w:styleId="Footer">
    <w:name w:val="footer"/>
    <w:basedOn w:val="Normal"/>
    <w:link w:val="Foot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ining\Shared\Artifacts\Templates\Template%20-%20Handout%20&amp;%20Activity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- Handout &amp; Activity Sheet.dotx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Shana Lopez</cp:lastModifiedBy>
  <cp:revision>1</cp:revision>
  <dcterms:created xsi:type="dcterms:W3CDTF">2016-06-22T21:28:00Z</dcterms:created>
  <dcterms:modified xsi:type="dcterms:W3CDTF">2016-06-22T21:28:00Z</dcterms:modified>
</cp:coreProperties>
</file>